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BD" w:rsidRDefault="00C03855" w:rsidP="00C0385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True/False Survey before </w:t>
      </w:r>
      <w:proofErr w:type="gramStart"/>
      <w:r>
        <w:rPr>
          <w:rFonts w:ascii="Times New Roman" w:hAnsi="Times New Roman" w:cs="Times New Roman"/>
          <w:sz w:val="28"/>
          <w:szCs w:val="28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Most Dangerous Game</w:t>
      </w:r>
    </w:p>
    <w:p w:rsidR="00C03855" w:rsidRDefault="00C03855" w:rsidP="00C0385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03855" w:rsidRDefault="00C03855" w:rsidP="00C0385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Hunting is a sport.</w:t>
      </w:r>
    </w:p>
    <w:p w:rsidR="00C03855" w:rsidRDefault="00C03855" w:rsidP="00C0385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Animals have no feelings.</w:t>
      </w:r>
    </w:p>
    <w:p w:rsidR="00C03855" w:rsidRDefault="00C03855" w:rsidP="00C0385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Hunting is evil.</w:t>
      </w:r>
    </w:p>
    <w:p w:rsidR="00C03855" w:rsidRDefault="00C03855" w:rsidP="00C0385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Hunting is unfair.</w:t>
      </w:r>
    </w:p>
    <w:p w:rsidR="00C03855" w:rsidRDefault="00C03855" w:rsidP="00C0385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Animals do have emotions.</w:t>
      </w:r>
    </w:p>
    <w:p w:rsidR="00C03855" w:rsidRDefault="00C03855" w:rsidP="00C0385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Strength is more important than intelligence.</w:t>
      </w:r>
    </w:p>
    <w:p w:rsidR="00C03855" w:rsidRDefault="00C03855" w:rsidP="00C0385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Bringing a gun to a knife fight is fair.</w:t>
      </w:r>
    </w:p>
    <w:p w:rsidR="00C03855" w:rsidRDefault="00C03855" w:rsidP="00C0385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03855" w:rsidRPr="00C03855" w:rsidRDefault="00C03855" w:rsidP="00C0385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After reading, discuss how these statements relate to the story. Use text evidence to support your thinking.</w:t>
      </w:r>
      <w:bookmarkStart w:id="0" w:name="_GoBack"/>
      <w:bookmarkEnd w:id="0"/>
    </w:p>
    <w:sectPr w:rsidR="00C03855" w:rsidRPr="00C03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2E72"/>
    <w:multiLevelType w:val="hybridMultilevel"/>
    <w:tmpl w:val="E3CCA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55"/>
    <w:rsid w:val="008C3424"/>
    <w:rsid w:val="00B50599"/>
    <w:rsid w:val="00C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38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3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9CAEA309</Template>
  <TotalTime>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FDCSD</dc:creator>
  <cp:lastModifiedBy>FDCSD</cp:lastModifiedBy>
  <cp:revision>1</cp:revision>
  <dcterms:created xsi:type="dcterms:W3CDTF">2014-08-12T17:26:00Z</dcterms:created>
  <dcterms:modified xsi:type="dcterms:W3CDTF">2014-08-12T17:29:00Z</dcterms:modified>
</cp:coreProperties>
</file>